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227A3A8C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3F24386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>Käesolevaga annan</w:t>
            </w:r>
            <w:r w:rsidR="0040672D">
              <w:rPr>
                <w:rFonts w:ascii="Times New Roman" w:eastAsia="Calibri" w:hAnsi="Times New Roman" w:cs="Times New Roman"/>
              </w:rPr>
              <w:t xml:space="preserve"> MTÜ Ulila Külaselts</w:t>
            </w:r>
            <w:r w:rsidRPr="00645CA1">
              <w:rPr>
                <w:rFonts w:ascii="Times New Roman" w:eastAsia="Calibri" w:hAnsi="Times New Roman" w:cs="Times New Roman"/>
              </w:rPr>
              <w:t xml:space="preserve"> 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210EF838" w:rsidR="00F21C04" w:rsidRPr="00645CA1" w:rsidRDefault="0040672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MTÜ Ulila Külaselts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7" w14:textId="7D043A55" w:rsidR="00F21C04" w:rsidRPr="00645CA1" w:rsidRDefault="0040672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Jaanus Lauri , ulilakulaselts2gmail.com , 50 48 244</w:t>
            </w:r>
          </w:p>
          <w:p w14:paraId="61719C98" w14:textId="543FE5D2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  <w:r w:rsidR="0040672D">
              <w:rPr>
                <w:rFonts w:ascii="Times New Roman" w:eastAsia="Calibri" w:hAnsi="Times New Roman" w:cs="Times New Roman"/>
              </w:rPr>
              <w:t xml:space="preserve">  LHV Pank , </w:t>
            </w:r>
            <w:r w:rsidR="0040672D" w:rsidRPr="0040672D">
              <w:rPr>
                <w:rFonts w:ascii="Times New Roman" w:eastAsia="Calibri" w:hAnsi="Times New Roman" w:cs="Times New Roman"/>
              </w:rPr>
              <w:t>EE607700771006347928</w:t>
            </w:r>
          </w:p>
          <w:p w14:paraId="61719C99" w14:textId="0E8ECDA5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3ECF356A" w14:textId="77777777" w:rsidR="0040672D" w:rsidRPr="00AB2A2F" w:rsidRDefault="0040672D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C" w14:textId="5001A66A" w:rsidR="00F21C04" w:rsidRPr="00645CA1" w:rsidRDefault="0040672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Põhikirja alusel</w:t>
            </w:r>
            <w:r w:rsidR="000A5105">
              <w:rPr>
                <w:rFonts w:ascii="Times New Roman" w:eastAsia="Calibri" w:hAnsi="Times New Roman" w:cs="Times New Roman"/>
              </w:rPr>
              <w:t>, juhatuse liige , Jaanus Lauri</w:t>
            </w:r>
          </w:p>
          <w:p w14:paraId="61719C9E" w14:textId="77777777" w:rsidR="00F21C04" w:rsidRPr="00645CA1" w:rsidRDefault="00F21C04" w:rsidP="000A510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5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72C9C" w14:textId="77777777" w:rsidR="004F5089" w:rsidRDefault="004F5089" w:rsidP="00DF44DF">
      <w:r>
        <w:separator/>
      </w:r>
    </w:p>
  </w:endnote>
  <w:endnote w:type="continuationSeparator" w:id="0">
    <w:p w14:paraId="75F88A89" w14:textId="77777777" w:rsidR="004F5089" w:rsidRDefault="004F5089" w:rsidP="00DF44DF">
      <w:r>
        <w:continuationSeparator/>
      </w:r>
    </w:p>
  </w:endnote>
  <w:endnote w:type="continuationNotice" w:id="1">
    <w:p w14:paraId="0100EEC8" w14:textId="77777777" w:rsidR="004F5089" w:rsidRDefault="004F50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43BA4" w14:textId="77777777" w:rsidR="004F5089" w:rsidRDefault="004F5089" w:rsidP="00DF44DF">
      <w:r>
        <w:separator/>
      </w:r>
    </w:p>
  </w:footnote>
  <w:footnote w:type="continuationSeparator" w:id="0">
    <w:p w14:paraId="26863BAE" w14:textId="77777777" w:rsidR="004F5089" w:rsidRDefault="004F5089" w:rsidP="00DF44DF">
      <w:r>
        <w:continuationSeparator/>
      </w:r>
    </w:p>
  </w:footnote>
  <w:footnote w:type="continuationNotice" w:id="1">
    <w:p w14:paraId="1D263277" w14:textId="77777777" w:rsidR="004F5089" w:rsidRDefault="004F50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A5105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0672D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4F508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477FB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40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4F3F9D5-F0A1-4D28-8418-584101279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8</TotalTime>
  <Pages>1</Pages>
  <Words>202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kasutaja</cp:lastModifiedBy>
  <cp:revision>3</cp:revision>
  <cp:lastPrinted>2014-04-02T13:57:00Z</cp:lastPrinted>
  <dcterms:created xsi:type="dcterms:W3CDTF">2023-03-24T05:58:00Z</dcterms:created>
  <dcterms:modified xsi:type="dcterms:W3CDTF">2023-03-24T06:06:00Z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